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C563F" w14:textId="0057D2AC" w:rsidR="006F7531" w:rsidRPr="00467809" w:rsidRDefault="001A6916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G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N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467809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15EA8FF4" w:rsidR="00707261" w:rsidRPr="0023358D" w:rsidRDefault="0023358D" w:rsidP="0023358D">
      <w:pPr>
        <w:pStyle w:val="ListParagraph"/>
        <w:numPr>
          <w:ilvl w:val="0"/>
          <w:numId w:val="25"/>
        </w:numPr>
        <w:rPr>
          <w:rStyle w:val="hps"/>
          <w:rFonts w:ascii="Arial" w:hAnsi="Arial" w:cs="Arial"/>
          <w:lang w:val="en-CA"/>
        </w:rPr>
      </w:pPr>
      <w:r w:rsidRPr="0023358D">
        <w:rPr>
          <w:rStyle w:val="hps"/>
          <w:rFonts w:ascii="Arial" w:hAnsi="Arial" w:cs="Arial"/>
          <w:lang w:val="en-CA"/>
        </w:rPr>
        <w:t xml:space="preserve">The Hybrid illuminator shall combine both Infra-red and White-Light LED technology in a single unit. </w:t>
      </w:r>
    </w:p>
    <w:p w14:paraId="24A2F60C" w14:textId="77777777" w:rsidR="00707261" w:rsidRPr="00467809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72B5D6D7" w:rsidR="006F7531" w:rsidRPr="00467809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467809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23358D">
        <w:rPr>
          <w:rFonts w:ascii="Arial" w:hAnsi="Arial" w:cs="Arial"/>
          <w:lang w:val="en-CA"/>
        </w:rPr>
        <w:t xml:space="preserve">Hybrid </w:t>
      </w:r>
      <w:r w:rsidR="0059639E" w:rsidRPr="00467809">
        <w:rPr>
          <w:rFonts w:ascii="Arial" w:hAnsi="Arial" w:cs="Arial"/>
          <w:lang w:val="en-CA"/>
        </w:rPr>
        <w:t xml:space="preserve">illuminator </w:t>
      </w:r>
      <w:r w:rsidR="00FD178B" w:rsidRPr="00467809">
        <w:rPr>
          <w:rFonts w:ascii="Arial" w:hAnsi="Arial" w:cs="Arial"/>
          <w:lang w:val="en-CA"/>
        </w:rPr>
        <w:t xml:space="preserve">shall be a </w:t>
      </w:r>
      <w:r w:rsidR="00BF3B75" w:rsidRPr="00467809">
        <w:rPr>
          <w:rFonts w:ascii="Arial" w:hAnsi="Arial" w:cs="Arial"/>
          <w:lang w:val="en-CA"/>
        </w:rPr>
        <w:t>solid-state</w:t>
      </w:r>
      <w:r w:rsidR="00FD178B" w:rsidRPr="00467809">
        <w:rPr>
          <w:rFonts w:ascii="Arial" w:hAnsi="Arial" w:cs="Arial"/>
          <w:lang w:val="en-CA"/>
        </w:rPr>
        <w:t xml:space="preserve"> LED device utilizing </w:t>
      </w:r>
      <w:r w:rsidR="0002564A" w:rsidRPr="00467809">
        <w:rPr>
          <w:rFonts w:ascii="Arial" w:hAnsi="Arial" w:cs="Arial"/>
          <w:lang w:val="en-CA"/>
        </w:rPr>
        <w:t xml:space="preserve">PLATINUM Elite </w:t>
      </w:r>
      <w:r w:rsidR="00FD178B" w:rsidRPr="00467809">
        <w:rPr>
          <w:rFonts w:ascii="Arial" w:hAnsi="Arial" w:cs="Arial"/>
          <w:lang w:val="en-CA"/>
        </w:rPr>
        <w:t>SMT (Surface Mount Technology)</w:t>
      </w:r>
      <w:r w:rsidR="006166EF" w:rsidRPr="00467809">
        <w:rPr>
          <w:rFonts w:ascii="Arial" w:hAnsi="Arial" w:cs="Arial"/>
          <w:lang w:val="en-CA"/>
        </w:rPr>
        <w:t xml:space="preserve"> LED</w:t>
      </w:r>
      <w:r w:rsidR="0037739B" w:rsidRPr="00467809">
        <w:rPr>
          <w:rFonts w:ascii="Arial" w:hAnsi="Arial" w:cs="Arial"/>
          <w:lang w:val="en-CA"/>
        </w:rPr>
        <w:t>s,</w:t>
      </w:r>
      <w:r w:rsidR="00DD5FF5" w:rsidRPr="00467809">
        <w:rPr>
          <w:rFonts w:ascii="Arial" w:hAnsi="Arial" w:cs="Arial"/>
          <w:lang w:val="en-CA"/>
        </w:rPr>
        <w:t xml:space="preserve"> light</w:t>
      </w:r>
      <w:r w:rsidR="00A534B6" w:rsidRPr="00467809">
        <w:rPr>
          <w:rFonts w:ascii="Arial" w:hAnsi="Arial" w:cs="Arial"/>
          <w:lang w:val="en-CA"/>
        </w:rPr>
        <w:t xml:space="preserve"> intensifying</w:t>
      </w:r>
      <w:r w:rsidR="00DD5FF5" w:rsidRPr="00467809">
        <w:rPr>
          <w:rFonts w:ascii="Arial" w:hAnsi="Arial" w:cs="Arial"/>
          <w:lang w:val="en-CA"/>
        </w:rPr>
        <w:t xml:space="preserve"> optics</w:t>
      </w:r>
      <w:r w:rsidR="00BE01DF" w:rsidRPr="00467809">
        <w:rPr>
          <w:rFonts w:ascii="Arial" w:hAnsi="Arial" w:cs="Arial"/>
          <w:lang w:val="en-CA"/>
        </w:rPr>
        <w:t xml:space="preserve"> and light shaping ho</w:t>
      </w:r>
      <w:r w:rsidR="00A74067" w:rsidRPr="00467809">
        <w:rPr>
          <w:rFonts w:ascii="Arial" w:hAnsi="Arial" w:cs="Arial"/>
          <w:lang w:val="en-CA"/>
        </w:rPr>
        <w:t>lographic diffuser</w:t>
      </w:r>
      <w:r w:rsidR="00FD178B" w:rsidRPr="00467809">
        <w:rPr>
          <w:rFonts w:ascii="Arial" w:hAnsi="Arial" w:cs="Arial"/>
          <w:lang w:val="en-CA"/>
        </w:rPr>
        <w:t xml:space="preserve"> with current controlled LEDs providing at least 10 years illumination life (</w:t>
      </w:r>
      <w:r w:rsidR="00FD178B" w:rsidRPr="00C94C9D">
        <w:rPr>
          <w:rFonts w:ascii="Arial" w:hAnsi="Arial" w:cs="Arial"/>
          <w:lang w:val="en-CA"/>
        </w:rPr>
        <w:t>44,000hrs night time use).</w:t>
      </w:r>
    </w:p>
    <w:p w14:paraId="0DD44177" w14:textId="77777777" w:rsidR="00FD178B" w:rsidRPr="00467809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A81B66C" w:rsidR="00707261" w:rsidRPr="00467809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23358D">
        <w:rPr>
          <w:rFonts w:ascii="Arial" w:hAnsi="Arial" w:cs="Arial"/>
          <w:lang w:val="en-CA"/>
        </w:rPr>
        <w:t xml:space="preserve">Hybrid </w:t>
      </w:r>
      <w:r w:rsidRPr="00467809">
        <w:rPr>
          <w:rFonts w:ascii="Arial" w:hAnsi="Arial" w:cs="Arial"/>
          <w:lang w:val="en-CA"/>
        </w:rPr>
        <w:t>Illuminator shall be powered from 24V DC.</w:t>
      </w:r>
    </w:p>
    <w:p w14:paraId="79EFD36A" w14:textId="77777777" w:rsidR="00FD178B" w:rsidRPr="00467809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546234" w:rsidR="00E14113" w:rsidRPr="00467809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illuminator</w:t>
      </w:r>
      <w:r w:rsidRPr="00467809">
        <w:rPr>
          <w:rFonts w:ascii="Arial" w:hAnsi="Arial" w:cs="Arial"/>
          <w:lang w:val="en-CA"/>
        </w:rPr>
        <w:t xml:space="preserve"> shall include a</w:t>
      </w:r>
      <w:r w:rsidR="00F7070A" w:rsidRPr="00467809">
        <w:rPr>
          <w:rFonts w:ascii="Arial" w:hAnsi="Arial" w:cs="Arial"/>
          <w:lang w:val="en-CA"/>
        </w:rPr>
        <w:t xml:space="preserve">n adjustable </w:t>
      </w:r>
      <w:r w:rsidRPr="00467809">
        <w:rPr>
          <w:rFonts w:ascii="Arial" w:hAnsi="Arial" w:cs="Arial"/>
          <w:lang w:val="en-CA"/>
        </w:rPr>
        <w:t xml:space="preserve">photocell </w:t>
      </w:r>
      <w:r w:rsidR="00F7070A" w:rsidRPr="00467809">
        <w:rPr>
          <w:rFonts w:ascii="Arial" w:hAnsi="Arial" w:cs="Arial"/>
          <w:lang w:val="en-CA"/>
        </w:rPr>
        <w:t>for</w:t>
      </w:r>
      <w:r w:rsidR="00A534B6"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automatic on/off operation</w:t>
      </w:r>
      <w:r w:rsidR="00A74067" w:rsidRPr="00467809">
        <w:rPr>
          <w:rFonts w:ascii="Arial" w:hAnsi="Arial" w:cs="Arial"/>
          <w:lang w:val="en-CA"/>
        </w:rPr>
        <w:t>.</w:t>
      </w:r>
    </w:p>
    <w:p w14:paraId="47D989CF" w14:textId="77777777" w:rsidR="00E14113" w:rsidRPr="00467809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64F73E08" w:rsidR="00FD178B" w:rsidRPr="00467809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have a </w:t>
      </w:r>
      <w:r w:rsidR="00F7070A" w:rsidRPr="00467809">
        <w:rPr>
          <w:rFonts w:ascii="Arial" w:hAnsi="Arial" w:cs="Arial"/>
          <w:lang w:val="en-CA"/>
        </w:rPr>
        <w:t>telemetry control input for remote operation</w:t>
      </w:r>
      <w:r w:rsidRPr="00467809">
        <w:rPr>
          <w:rFonts w:ascii="Arial" w:hAnsi="Arial" w:cs="Arial"/>
          <w:lang w:val="en-CA"/>
        </w:rPr>
        <w:t>. The teleme</w:t>
      </w:r>
      <w:r w:rsidR="00BE01DF" w:rsidRPr="00467809">
        <w:rPr>
          <w:rFonts w:ascii="Arial" w:hAnsi="Arial" w:cs="Arial"/>
          <w:lang w:val="en-CA"/>
        </w:rPr>
        <w:t>try control shall work with a volt-free or</w:t>
      </w:r>
      <w:r w:rsidRPr="00467809">
        <w:rPr>
          <w:rFonts w:ascii="Arial" w:hAnsi="Arial" w:cs="Arial"/>
          <w:lang w:val="en-CA"/>
        </w:rPr>
        <w:t xml:space="preserve"> a TTL input.</w:t>
      </w:r>
    </w:p>
    <w:p w14:paraId="464BCF58" w14:textId="77777777" w:rsidR="00465524" w:rsidRPr="007547CA" w:rsidRDefault="00465524" w:rsidP="007547CA">
      <w:pPr>
        <w:adjustRightInd w:val="0"/>
        <w:jc w:val="both"/>
        <w:rPr>
          <w:rFonts w:ascii="Arial" w:hAnsi="Arial" w:cs="Arial"/>
          <w:lang w:val="en-CA"/>
        </w:rPr>
      </w:pPr>
    </w:p>
    <w:p w14:paraId="69B44B78" w14:textId="58372B25" w:rsidR="006F7531" w:rsidRPr="00467809" w:rsidRDefault="00BF3B75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>The Hybrid illuminator</w:t>
      </w:r>
      <w:r w:rsidR="00C94C9D">
        <w:rPr>
          <w:rFonts w:ascii="Arial" w:hAnsi="Arial" w:cs="Arial"/>
          <w:lang w:val="en-CA"/>
        </w:rPr>
        <w:t xml:space="preserve"> </w:t>
      </w:r>
      <w:r w:rsidR="00465524" w:rsidRPr="00467809">
        <w:rPr>
          <w:rFonts w:ascii="Arial" w:hAnsi="Arial" w:cs="Arial"/>
          <w:lang w:val="en-CA"/>
        </w:rPr>
        <w:t>shall be available in 850nm</w:t>
      </w:r>
      <w:r w:rsidR="00980EE0">
        <w:rPr>
          <w:rFonts w:ascii="Arial" w:hAnsi="Arial" w:cs="Arial"/>
          <w:lang w:val="en-CA"/>
        </w:rPr>
        <w:t xml:space="preserve"> or 9</w:t>
      </w:r>
      <w:r w:rsidR="007407B9">
        <w:rPr>
          <w:rFonts w:ascii="Arial" w:hAnsi="Arial" w:cs="Arial"/>
          <w:lang w:val="en-CA"/>
        </w:rPr>
        <w:t>4</w:t>
      </w:r>
      <w:r w:rsidR="00980EE0">
        <w:rPr>
          <w:rFonts w:ascii="Arial" w:hAnsi="Arial" w:cs="Arial"/>
          <w:lang w:val="en-CA"/>
        </w:rPr>
        <w:t>0nm</w:t>
      </w:r>
      <w:r>
        <w:rPr>
          <w:rFonts w:ascii="Arial" w:hAnsi="Arial" w:cs="Arial"/>
          <w:lang w:val="en-CA"/>
        </w:rPr>
        <w:t xml:space="preserve"> Infra-Red </w:t>
      </w:r>
      <w:r w:rsidR="00980EE0">
        <w:rPr>
          <w:rFonts w:ascii="Arial" w:hAnsi="Arial" w:cs="Arial"/>
          <w:lang w:val="en-CA"/>
        </w:rPr>
        <w:t>versions</w:t>
      </w:r>
      <w:r w:rsidR="009261DB" w:rsidRPr="00467809">
        <w:rPr>
          <w:rFonts w:ascii="Arial" w:hAnsi="Arial" w:cs="Arial"/>
          <w:lang w:val="en-CA"/>
        </w:rPr>
        <w:t xml:space="preserve">. </w:t>
      </w:r>
      <w:r w:rsidR="000A0856" w:rsidRPr="00467809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467809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561C22A" w:rsidR="00FD178B" w:rsidRPr="00467809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be vandal resistant and manufactured using hi</w:t>
      </w:r>
      <w:r w:rsidR="00D642FE" w:rsidRPr="00467809">
        <w:rPr>
          <w:rFonts w:ascii="Arial" w:hAnsi="Arial" w:cs="Arial"/>
          <w:lang w:val="en-CA"/>
        </w:rPr>
        <w:t xml:space="preserve">gh impact polycarbonate lensing and shall incorporate an </w:t>
      </w:r>
      <w:r w:rsidRPr="00467809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7E2BA3CF" w14:textId="1FB48618" w:rsidR="00FD178B" w:rsidRPr="00467809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</w:t>
      </w:r>
      <w:r w:rsidR="00FD178B" w:rsidRPr="00467809">
        <w:rPr>
          <w:rFonts w:ascii="Arial" w:hAnsi="Arial" w:cs="Arial"/>
          <w:lang w:val="en-CA"/>
        </w:rPr>
        <w:t xml:space="preserve">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FD178B" w:rsidRPr="00467809">
        <w:rPr>
          <w:rFonts w:ascii="Arial" w:hAnsi="Arial" w:cs="Arial"/>
          <w:lang w:val="en-CA"/>
        </w:rPr>
        <w:t>illuminator</w:t>
      </w:r>
      <w:r w:rsidR="00943DC9" w:rsidRPr="00467809">
        <w:rPr>
          <w:rFonts w:ascii="Arial" w:hAnsi="Arial" w:cs="Arial"/>
          <w:lang w:val="en-CA"/>
        </w:rPr>
        <w:t xml:space="preserve"> shall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5D00FD" w:rsidRPr="00467809">
        <w:rPr>
          <w:rFonts w:ascii="Arial" w:hAnsi="Arial" w:cs="Arial"/>
          <w:lang w:val="en-CA"/>
        </w:rPr>
        <w:t>have an IP66 rating</w:t>
      </w:r>
      <w:r w:rsidR="00FD178B" w:rsidRPr="00467809">
        <w:rPr>
          <w:rFonts w:ascii="Arial" w:hAnsi="Arial" w:cs="Arial"/>
          <w:lang w:val="en-CA"/>
        </w:rPr>
        <w:t xml:space="preserve"> as a minimum</w:t>
      </w:r>
      <w:r w:rsidR="00DD7B68" w:rsidRPr="00467809">
        <w:rPr>
          <w:rFonts w:ascii="Arial" w:hAnsi="Arial" w:cs="Arial"/>
          <w:lang w:val="en-CA"/>
        </w:rPr>
        <w:t>.</w:t>
      </w:r>
      <w:bookmarkStart w:id="0" w:name="_GoBack"/>
      <w:bookmarkEnd w:id="0"/>
    </w:p>
    <w:p w14:paraId="6408347A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29D225EE" w14:textId="2919B101" w:rsidR="00FD178B" w:rsidRPr="00467809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</w:t>
      </w:r>
      <w:r w:rsidR="00FD178B" w:rsidRPr="00467809">
        <w:rPr>
          <w:rFonts w:ascii="Arial" w:hAnsi="Arial" w:cs="Arial"/>
          <w:lang w:val="en-CA"/>
        </w:rPr>
        <w:t xml:space="preserve">lluminator shall have </w:t>
      </w:r>
      <w:r w:rsidRPr="00467809">
        <w:rPr>
          <w:rFonts w:ascii="Arial" w:hAnsi="Arial" w:cs="Arial"/>
          <w:lang w:val="en-CA"/>
        </w:rPr>
        <w:t xml:space="preserve">an </w:t>
      </w:r>
      <w:r w:rsidR="00FD178B" w:rsidRPr="00467809">
        <w:rPr>
          <w:rFonts w:ascii="Arial" w:hAnsi="Arial" w:cs="Arial"/>
          <w:lang w:val="en-CA"/>
        </w:rPr>
        <w:t>operational temperature range between</w:t>
      </w:r>
      <w:r w:rsidR="00B815A3" w:rsidRPr="00467809">
        <w:rPr>
          <w:rFonts w:ascii="Arial" w:hAnsi="Arial" w:cs="Arial"/>
          <w:lang w:val="en-CA"/>
        </w:rPr>
        <w:t xml:space="preserve"> -50 to </w:t>
      </w:r>
      <w:r w:rsidR="00FD178B" w:rsidRPr="00467809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467809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476EED9B" w:rsidR="0002564A" w:rsidRPr="00467809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illuminator shall be CE</w:t>
      </w:r>
      <w:r w:rsidR="00C94C9D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approved.</w:t>
      </w:r>
    </w:p>
    <w:p w14:paraId="714D697E" w14:textId="77777777" w:rsidR="00BE345E" w:rsidRPr="00467809" w:rsidRDefault="00BE345E" w:rsidP="000A0856">
      <w:pPr>
        <w:rPr>
          <w:rFonts w:ascii="Arial" w:hAnsi="Arial" w:cs="Arial"/>
          <w:lang w:val="en-CA"/>
        </w:rPr>
      </w:pPr>
    </w:p>
    <w:p w14:paraId="67A3FFE9" w14:textId="013D4DDD" w:rsidR="001F10AF" w:rsidRPr="00467809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</w:t>
      </w:r>
      <w:r w:rsidR="00A74067" w:rsidRPr="00467809">
        <w:rPr>
          <w:rFonts w:ascii="Arial" w:hAnsi="Arial" w:cs="Arial"/>
          <w:lang w:val="en-CA"/>
        </w:rPr>
        <w:t>incorporate</w:t>
      </w:r>
      <w:r w:rsidRPr="00467809">
        <w:rPr>
          <w:rFonts w:ascii="Arial" w:hAnsi="Arial" w:cs="Arial"/>
          <w:lang w:val="en-CA"/>
        </w:rPr>
        <w:t xml:space="preserve"> </w:t>
      </w:r>
      <w:r w:rsidR="00DF1FD5" w:rsidRPr="00467809">
        <w:rPr>
          <w:rFonts w:ascii="Arial" w:hAnsi="Arial" w:cs="Arial"/>
          <w:lang w:val="en-CA"/>
        </w:rPr>
        <w:t>hot-spot reduction (HRT) technology</w:t>
      </w:r>
      <w:r w:rsidR="001F10AF" w:rsidRPr="00467809">
        <w:rPr>
          <w:rFonts w:ascii="Arial" w:hAnsi="Arial" w:cs="Arial"/>
          <w:lang w:val="en-CA"/>
        </w:rPr>
        <w:t>.</w:t>
      </w:r>
    </w:p>
    <w:p w14:paraId="4A7A64F9" w14:textId="77777777" w:rsidR="001F10AF" w:rsidRPr="00467809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467809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137EC91" w:rsidR="00E63377" w:rsidRPr="00467809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A24442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467809">
        <w:rPr>
          <w:rFonts w:ascii="Arial" w:hAnsi="Arial" w:cs="Arial"/>
          <w:lang w:val="en-CA"/>
        </w:rPr>
        <w:t xml:space="preserve"> </w:t>
      </w:r>
      <w:r w:rsidR="00316359" w:rsidRPr="00467809">
        <w:rPr>
          <w:rFonts w:ascii="Arial" w:hAnsi="Arial" w:cs="Arial"/>
          <w:lang w:val="en-CA"/>
        </w:rPr>
        <w:t xml:space="preserve">optional angles of </w:t>
      </w:r>
      <w:r w:rsidRPr="00467809">
        <w:rPr>
          <w:rFonts w:ascii="Arial" w:hAnsi="Arial" w:cs="Arial"/>
          <w:lang w:val="en-CA"/>
        </w:rPr>
        <w:t>10°, 35°, 60°, 80°, 120°</w:t>
      </w:r>
      <w:r w:rsidR="00BD35E6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467809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467809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42669EE" w:rsidR="000A0856" w:rsidRPr="00467809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467809">
        <w:rPr>
          <w:rStyle w:val="hps"/>
          <w:rFonts w:ascii="Arial" w:hAnsi="Arial" w:cs="Arial"/>
          <w:lang w:val="en-CA"/>
        </w:rPr>
        <w:t>The</w:t>
      </w:r>
      <w:r w:rsidR="00A02E04" w:rsidRPr="00467809">
        <w:rPr>
          <w:rStyle w:val="hps"/>
          <w:rFonts w:ascii="Arial" w:hAnsi="Arial" w:cs="Arial"/>
          <w:lang w:val="en-CA"/>
        </w:rPr>
        <w:t xml:space="preserve"> </w:t>
      </w:r>
      <w:r w:rsidR="00BF3B75">
        <w:rPr>
          <w:rStyle w:val="hps"/>
          <w:rFonts w:ascii="Arial" w:hAnsi="Arial" w:cs="Arial"/>
          <w:lang w:val="en-CA"/>
        </w:rPr>
        <w:t>Hybrid</w:t>
      </w:r>
      <w:r w:rsidRPr="00467809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467809">
        <w:rPr>
          <w:rStyle w:val="hps"/>
          <w:rFonts w:ascii="Arial" w:hAnsi="Arial" w:cs="Arial"/>
          <w:lang w:val="en-CA"/>
        </w:rPr>
        <w:t xml:space="preserve"> and the </w:t>
      </w:r>
      <w:r w:rsidR="000A0856" w:rsidRPr="00467809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467809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71E9BEC5" w14:textId="77777777" w:rsidR="003C6571" w:rsidRPr="0037739B" w:rsidRDefault="003C6571" w:rsidP="003C6571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 xml:space="preserve">controllable using </w:t>
      </w:r>
      <w:r w:rsidRPr="00BE345E">
        <w:rPr>
          <w:rFonts w:ascii="Arial" w:hAnsi="Arial" w:cs="Arial"/>
          <w:lang w:val="en-CA"/>
        </w:rPr>
        <w:t xml:space="preserve">a hand-held </w:t>
      </w:r>
      <w:r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>control permitting remote adjustment of the following parameters</w:t>
      </w:r>
      <w:r>
        <w:rPr>
          <w:rFonts w:ascii="Arial" w:hAnsi="Arial" w:cs="Arial"/>
          <w:lang w:val="en-CA"/>
        </w:rPr>
        <w:t>:</w:t>
      </w:r>
    </w:p>
    <w:p w14:paraId="2F489117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DF2ED36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B82D987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25DFF0A1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1B1F0923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10AE437B" w14:textId="77777777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PIN) </w:t>
      </w:r>
    </w:p>
    <w:p w14:paraId="5507E56A" w14:textId="77777777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2AF8F8D0" w14:textId="26700D93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32086">
        <w:rPr>
          <w:rFonts w:ascii="Arial" w:hAnsi="Arial" w:cs="Arial"/>
          <w:lang w:val="en-CA"/>
        </w:rPr>
        <w:t>Assign a security PIN</w:t>
      </w:r>
    </w:p>
    <w:p w14:paraId="33C59453" w14:textId="77777777" w:rsidR="003C6571" w:rsidRPr="00532086" w:rsidRDefault="003C6571" w:rsidP="003C6571">
      <w:pPr>
        <w:adjustRightInd w:val="0"/>
        <w:ind w:left="1800"/>
        <w:jc w:val="both"/>
        <w:rPr>
          <w:rStyle w:val="hps"/>
          <w:rFonts w:ascii="Arial" w:hAnsi="Arial" w:cs="Arial"/>
          <w:lang w:val="en-CA"/>
        </w:rPr>
      </w:pPr>
    </w:p>
    <w:p w14:paraId="2A79ECAA" w14:textId="77777777" w:rsidR="003C6571" w:rsidRPr="00BE345E" w:rsidRDefault="003C6571" w:rsidP="003C6571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227901D0" w14:textId="77777777" w:rsidR="003C6571" w:rsidRPr="00BE345E" w:rsidRDefault="003C6571" w:rsidP="003C6571">
      <w:pPr>
        <w:pStyle w:val="ListParagraph"/>
        <w:rPr>
          <w:rFonts w:ascii="Arial" w:hAnsi="Arial" w:cs="Arial"/>
          <w:lang w:val="en-CA"/>
        </w:rPr>
      </w:pPr>
    </w:p>
    <w:p w14:paraId="17474A0D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24F0A51F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EFB6C48" w14:textId="77777777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E75CDB6" w14:textId="77777777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1861AADE" w14:textId="77777777" w:rsidR="003C6571" w:rsidRPr="00E14113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5E4C1C4" w14:textId="77777777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EA621B" w14:textId="77777777" w:rsidR="003C6571" w:rsidRPr="00BE345E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31C280D9" w14:textId="77777777" w:rsidR="003C6571" w:rsidRDefault="003C6571" w:rsidP="003C65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 xml:space="preserve">Restore Factory Defaults (including PIN reset) </w:t>
      </w:r>
    </w:p>
    <w:p w14:paraId="0DD5D2E9" w14:textId="77777777" w:rsidR="003C6571" w:rsidRPr="00A9611B" w:rsidRDefault="003C6571" w:rsidP="003C6571">
      <w:pPr>
        <w:adjustRightInd w:val="0"/>
        <w:ind w:left="1800"/>
        <w:jc w:val="both"/>
        <w:rPr>
          <w:rFonts w:ascii="Arial" w:hAnsi="Arial" w:cs="Arial"/>
          <w:lang w:val="en-CA"/>
        </w:rPr>
      </w:pPr>
    </w:p>
    <w:p w14:paraId="5F08F275" w14:textId="68E0D7B4" w:rsidR="003C6571" w:rsidRPr="003C6571" w:rsidRDefault="003C6571" w:rsidP="003C6571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remote control and on the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4C00AEE" w14:textId="77777777" w:rsidR="003C6571" w:rsidRPr="0037739B" w:rsidRDefault="003C6571" w:rsidP="003C6571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54A6D15" w14:textId="77777777" w:rsidR="003C6571" w:rsidRPr="0037739B" w:rsidRDefault="003C6571" w:rsidP="003C6571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347C520" w14:textId="7C8A18AE" w:rsidR="003C6571" w:rsidRPr="003C6571" w:rsidRDefault="003C6571" w:rsidP="003C6571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The illuminator can be assigned a PIN code using the</w:t>
      </w:r>
      <w:r w:rsidRPr="00EE0C3F">
        <w:rPr>
          <w:rFonts w:ascii="Arial" w:hAnsi="Arial" w:cs="Arial"/>
        </w:rPr>
        <w:t xml:space="preserve"> remote control to lock in settings and limit access.</w:t>
      </w:r>
    </w:p>
    <w:p w14:paraId="58E1C8CA" w14:textId="77777777" w:rsidR="003C6571" w:rsidRPr="0037739B" w:rsidRDefault="003C6571" w:rsidP="003C6571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8861C0F" w14:textId="73214206" w:rsidR="00961A18" w:rsidRPr="00467809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/>
          <w:color w:val="333333"/>
        </w:rPr>
      </w:pPr>
      <w:r w:rsidRPr="00467809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02852C2C" w14:textId="77777777" w:rsidR="00A02E04" w:rsidRPr="00467809" w:rsidRDefault="00A02E04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9E58A21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5F0DCBE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4514D2C" w14:textId="424D3421" w:rsidR="005636EE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6D5A9D6" w14:textId="6DE13408" w:rsidR="007547CA" w:rsidRDefault="007547CA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73960712" w14:textId="77777777" w:rsidR="007547CA" w:rsidRPr="00467809" w:rsidRDefault="007547CA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15298EBF" w14:textId="31390284" w:rsidR="00467809" w:rsidRDefault="00467809" w:rsidP="00467809">
      <w:pPr>
        <w:rPr>
          <w:rFonts w:ascii="Univers" w:hAnsi="Univers" w:cs="Univers"/>
          <w:lang w:val="en-CA"/>
        </w:rPr>
      </w:pPr>
    </w:p>
    <w:p w14:paraId="73224F34" w14:textId="77777777" w:rsidR="00093A5D" w:rsidRDefault="00093A5D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7A322A27" w14:textId="77777777" w:rsidR="001A6916" w:rsidRPr="00467809" w:rsidRDefault="00FD178B" w:rsidP="00467809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467809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467809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467809" w:rsidRDefault="001A6916">
      <w:pPr>
        <w:ind w:left="720"/>
        <w:rPr>
          <w:rFonts w:ascii="Arial" w:hAnsi="Arial" w:cs="Arial"/>
          <w:lang w:val="en-CA"/>
        </w:rPr>
      </w:pPr>
    </w:p>
    <w:p w14:paraId="56F19F27" w14:textId="4C5022CC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Max. lighting distance</w:t>
      </w:r>
      <w:r w:rsidR="001900B2">
        <w:rPr>
          <w:rFonts w:ascii="Arial" w:hAnsi="Arial" w:cs="Arial"/>
          <w:iCs/>
          <w:lang w:val="en-CA"/>
        </w:rPr>
        <w:t xml:space="preserve"> (WL)</w:t>
      </w:r>
      <w:r w:rsidR="008F0150" w:rsidRPr="00467809">
        <w:rPr>
          <w:rFonts w:ascii="Arial" w:hAnsi="Arial" w:cs="Arial"/>
          <w:iCs/>
          <w:lang w:val="en-CA"/>
        </w:rPr>
        <w:t xml:space="preserve">: </w:t>
      </w:r>
      <w:r w:rsidR="001900B2">
        <w:rPr>
          <w:rFonts w:ascii="Arial" w:hAnsi="Arial" w:cs="Arial"/>
          <w:iCs/>
          <w:lang w:val="en-CA"/>
        </w:rPr>
        <w:t>88</w:t>
      </w:r>
      <w:r w:rsidR="00981753" w:rsidRPr="00467809">
        <w:rPr>
          <w:rFonts w:ascii="Arial" w:hAnsi="Arial" w:cs="Arial"/>
          <w:iCs/>
          <w:lang w:val="en-CA"/>
        </w:rPr>
        <w:t>m (</w:t>
      </w:r>
      <w:r w:rsidR="001900B2">
        <w:rPr>
          <w:rFonts w:ascii="Arial" w:hAnsi="Arial" w:cs="Arial"/>
          <w:iCs/>
          <w:lang w:val="en-CA"/>
        </w:rPr>
        <w:t>289</w:t>
      </w:r>
      <w:r w:rsidRPr="00467809">
        <w:rPr>
          <w:rFonts w:ascii="Arial" w:hAnsi="Arial" w:cs="Arial"/>
          <w:iCs/>
          <w:lang w:val="en-CA"/>
        </w:rPr>
        <w:t>ft</w:t>
      </w:r>
      <w:r w:rsidR="000469F9" w:rsidRPr="00467809">
        <w:rPr>
          <w:rFonts w:ascii="Arial" w:hAnsi="Arial" w:cs="Arial"/>
          <w:iCs/>
          <w:lang w:val="en-CA"/>
        </w:rPr>
        <w:t xml:space="preserve">) </w:t>
      </w:r>
    </w:p>
    <w:p w14:paraId="466D3EB4" w14:textId="005A9634" w:rsidR="001900B2" w:rsidRPr="00467809" w:rsidRDefault="001900B2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Max. lighting distance (IR):</w:t>
      </w:r>
      <w:r>
        <w:rPr>
          <w:rFonts w:ascii="Arial" w:hAnsi="Arial" w:cs="Arial"/>
          <w:iCs/>
          <w:lang w:val="en-CA"/>
        </w:rPr>
        <w:tab/>
        <w:t>180m (591ft)</w:t>
      </w:r>
    </w:p>
    <w:p w14:paraId="0E73735D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467809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Angle of Illumination</w:t>
      </w:r>
      <w:r w:rsidR="00981753" w:rsidRPr="00467809">
        <w:rPr>
          <w:rFonts w:ascii="Arial" w:hAnsi="Arial" w:cs="Arial"/>
          <w:iCs/>
          <w:lang w:val="en-CA"/>
        </w:rPr>
        <w:t xml:space="preserve">: </w:t>
      </w:r>
      <w:r w:rsidR="00981753" w:rsidRPr="00467809">
        <w:rPr>
          <w:rFonts w:ascii="Arial" w:hAnsi="Arial" w:cs="Arial"/>
          <w:iCs/>
          <w:lang w:val="en-CA"/>
        </w:rPr>
        <w:tab/>
      </w:r>
      <w:r w:rsidR="000F182B" w:rsidRPr="00467809">
        <w:rPr>
          <w:rFonts w:ascii="Arial" w:hAnsi="Arial" w:cs="Arial"/>
          <w:iCs/>
          <w:lang w:val="en-CA"/>
        </w:rPr>
        <w:t>10, 35, 60, 80, 120</w:t>
      </w:r>
      <w:r w:rsidR="005411C2" w:rsidRPr="00467809">
        <w:rPr>
          <w:rFonts w:ascii="Arial" w:hAnsi="Arial" w:cs="Arial"/>
          <w:iCs/>
          <w:lang w:val="en-CA"/>
        </w:rPr>
        <w:t xml:space="preserve"> </w:t>
      </w:r>
      <w:r w:rsidR="000F182B" w:rsidRPr="00467809">
        <w:rPr>
          <w:rFonts w:ascii="Arial" w:hAnsi="Arial" w:cs="Arial"/>
          <w:iCs/>
          <w:lang w:val="en-CA"/>
        </w:rPr>
        <w:t>degrees</w:t>
      </w:r>
      <w:r w:rsidR="00BE01DF" w:rsidRPr="00467809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467809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467809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Opti</w:t>
      </w:r>
      <w:r w:rsidR="00FD178B" w:rsidRPr="00467809">
        <w:rPr>
          <w:rFonts w:ascii="Arial" w:hAnsi="Arial" w:cs="Arial"/>
          <w:iCs/>
          <w:lang w:val="en-CA"/>
        </w:rPr>
        <w:t>cs</w:t>
      </w:r>
      <w:r w:rsidRPr="00467809">
        <w:rPr>
          <w:rFonts w:ascii="Arial" w:hAnsi="Arial" w:cs="Arial"/>
          <w:iCs/>
          <w:lang w:val="en-CA"/>
        </w:rPr>
        <w:t xml:space="preserve">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6166EF" w:rsidRPr="00467809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467809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Wavelength: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A406CF" w:rsidRPr="00467809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467809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FF79F53" w:rsid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at max </w:t>
      </w:r>
      <w:r w:rsidR="00C94C9D" w:rsidRPr="00467809">
        <w:rPr>
          <w:rFonts w:ascii="Arial" w:hAnsi="Arial" w:cs="Arial"/>
          <w:iCs/>
          <w:lang w:val="en-CA"/>
        </w:rPr>
        <w:t>distance: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>At least 0.35uW/cm</w:t>
      </w:r>
      <w:r w:rsidR="00327810">
        <w:rPr>
          <w:rFonts w:ascii="Arial" w:hAnsi="Arial" w:cs="Arial"/>
          <w:iCs/>
          <w:vertAlign w:val="superscript"/>
          <w:lang w:val="en-CA"/>
        </w:rPr>
        <w:t xml:space="preserve">2 </w:t>
      </w:r>
      <w:r w:rsidR="00327810">
        <w:rPr>
          <w:rFonts w:ascii="Arial" w:hAnsi="Arial" w:cs="Arial"/>
          <w:iCs/>
          <w:lang w:val="en-CA"/>
        </w:rPr>
        <w:t xml:space="preserve">(IR) </w:t>
      </w:r>
    </w:p>
    <w:p w14:paraId="5D7BE1AE" w14:textId="325E7074" w:rsidR="00327810" w:rsidRPr="00467809" w:rsidRDefault="00327810" w:rsidP="00327810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least 3 lux (WL)</w:t>
      </w:r>
    </w:p>
    <w:p w14:paraId="201B0116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5C185F9E" w:rsidR="000469F9" w:rsidRPr="00467809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Consumption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commentRangeStart w:id="1"/>
      <w:r w:rsidR="00351149">
        <w:rPr>
          <w:rFonts w:ascii="Arial" w:hAnsi="Arial" w:cs="Arial"/>
          <w:iCs/>
          <w:lang w:val="en-CA"/>
        </w:rPr>
        <w:t>2</w:t>
      </w:r>
      <w:r w:rsidR="00C94C9D">
        <w:rPr>
          <w:rFonts w:ascii="Arial" w:hAnsi="Arial" w:cs="Arial"/>
          <w:iCs/>
          <w:lang w:val="en-CA"/>
        </w:rPr>
        <w:t>1</w:t>
      </w:r>
      <w:r w:rsidR="00FD178B" w:rsidRPr="00467809">
        <w:rPr>
          <w:rFonts w:ascii="Arial" w:hAnsi="Arial" w:cs="Arial"/>
          <w:iCs/>
          <w:lang w:val="en-CA"/>
        </w:rPr>
        <w:t xml:space="preserve"> watts</w:t>
      </w:r>
      <w:commentRangeEnd w:id="1"/>
      <w:r w:rsidR="00903713">
        <w:rPr>
          <w:rStyle w:val="CommentReference"/>
        </w:rPr>
        <w:commentReference w:id="1"/>
      </w:r>
    </w:p>
    <w:p w14:paraId="35B8E23F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7098CE8E" w:rsidR="0058585A" w:rsidRPr="00467809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Input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 w:rsidRPr="00467809">
        <w:rPr>
          <w:rFonts w:ascii="Arial" w:hAnsi="Arial" w:cs="Arial"/>
          <w:iCs/>
          <w:lang w:val="en-CA"/>
        </w:rPr>
        <w:t>24V DC</w:t>
      </w:r>
      <w:r w:rsidR="000469F9"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467809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467809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lastRenderedPageBreak/>
        <w:t>Weight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5411C2" w:rsidRPr="00467809">
        <w:rPr>
          <w:rFonts w:ascii="Arial" w:hAnsi="Arial" w:cs="Arial"/>
          <w:iCs/>
          <w:lang w:val="en-CA"/>
        </w:rPr>
        <w:t>950</w:t>
      </w:r>
      <w:r w:rsidR="00416F28" w:rsidRPr="00467809">
        <w:rPr>
          <w:rFonts w:ascii="Arial" w:hAnsi="Arial" w:cs="Arial"/>
          <w:iCs/>
          <w:lang w:val="en-CA"/>
        </w:rPr>
        <w:t>g (</w:t>
      </w:r>
      <w:r w:rsidR="005411C2" w:rsidRPr="00467809">
        <w:rPr>
          <w:rFonts w:ascii="Arial" w:hAnsi="Arial" w:cs="Arial"/>
          <w:iCs/>
          <w:lang w:val="en-CA"/>
        </w:rPr>
        <w:t>2.1</w:t>
      </w:r>
      <w:r w:rsidR="0031069A" w:rsidRPr="00467809">
        <w:rPr>
          <w:rFonts w:ascii="Arial" w:hAnsi="Arial" w:cs="Arial"/>
          <w:iCs/>
          <w:lang w:val="en-CA"/>
        </w:rPr>
        <w:t>lbs)</w:t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Ingress Protection Rating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467809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Operating Temperature: </w:t>
      </w:r>
      <w:r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>-50</w:t>
      </w:r>
      <w:r w:rsidRPr="00467809">
        <w:rPr>
          <w:rFonts w:ascii="Arial" w:hAnsi="Arial" w:cs="Arial"/>
          <w:iCs/>
          <w:lang w:val="en-CA"/>
        </w:rPr>
        <w:t>°C</w:t>
      </w:r>
      <w:r w:rsidR="000469F9" w:rsidRPr="00467809">
        <w:rPr>
          <w:rFonts w:ascii="Arial" w:hAnsi="Arial" w:cs="Arial"/>
          <w:iCs/>
          <w:lang w:val="en-CA"/>
        </w:rPr>
        <w:t xml:space="preserve"> </w:t>
      </w:r>
      <w:r w:rsidR="00A74067" w:rsidRPr="00467809">
        <w:rPr>
          <w:rFonts w:ascii="Arial" w:hAnsi="Arial" w:cs="Arial"/>
          <w:iCs/>
          <w:lang w:val="en-CA"/>
        </w:rPr>
        <w:t>to</w:t>
      </w:r>
      <w:r w:rsidR="000469F9" w:rsidRPr="00467809">
        <w:rPr>
          <w:rFonts w:ascii="Arial" w:hAnsi="Arial" w:cs="Arial"/>
          <w:iCs/>
          <w:lang w:val="en-CA"/>
        </w:rPr>
        <w:t xml:space="preserve"> + 50</w:t>
      </w:r>
      <w:r w:rsidR="000469F9" w:rsidRPr="00467809">
        <w:rPr>
          <w:rFonts w:ascii="Arial" w:hAnsi="Cambria Math" w:cs="Arial"/>
          <w:iCs/>
          <w:lang w:val="en-CA"/>
        </w:rPr>
        <w:t>⁰</w:t>
      </w:r>
      <w:r w:rsidR="00B8675B" w:rsidRPr="00467809">
        <w:rPr>
          <w:rFonts w:ascii="Arial" w:hAnsi="Arial" w:cs="Arial"/>
          <w:iCs/>
          <w:lang w:val="en-CA"/>
        </w:rPr>
        <w:t>C</w:t>
      </w:r>
      <w:r w:rsidR="00E0775D" w:rsidRPr="00467809">
        <w:rPr>
          <w:rFonts w:ascii="Arial" w:hAnsi="Arial" w:cs="Arial"/>
          <w:iCs/>
          <w:lang w:val="en-CA"/>
        </w:rPr>
        <w:t xml:space="preserve"> </w:t>
      </w:r>
      <w:r w:rsidR="00E0775D" w:rsidRPr="00467809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467809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Colour: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467809">
        <w:rPr>
          <w:rFonts w:ascii="Arial" w:hAnsi="Arial" w:cs="Arial"/>
          <w:iCs/>
          <w:lang w:val="en-CA"/>
        </w:rPr>
        <w:t>9005</w:t>
      </w:r>
      <w:r w:rsidRPr="00467809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467809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to </w:t>
      </w:r>
      <w:r w:rsidR="00207E8C" w:rsidRPr="00467809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FFC8FB" w:rsidR="00BE01DF" w:rsidRPr="00467809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Dimensions: </w:t>
      </w:r>
      <w:r w:rsidRPr="00467809">
        <w:rPr>
          <w:rFonts w:ascii="Arial" w:hAnsi="Arial" w:cs="Arial"/>
          <w:iCs/>
          <w:lang w:val="fr-CA"/>
        </w:rPr>
        <w:tab/>
      </w:r>
      <w:r w:rsidRPr="00467809">
        <w:rPr>
          <w:rFonts w:ascii="Arial" w:hAnsi="Arial" w:cs="Arial"/>
          <w:iCs/>
          <w:lang w:val="fr-CA"/>
        </w:rPr>
        <w:tab/>
      </w:r>
      <w:r w:rsidR="005411C2" w:rsidRPr="00467809">
        <w:rPr>
          <w:rFonts w:ascii="Arial" w:hAnsi="Arial" w:cs="Arial"/>
          <w:iCs/>
          <w:lang w:val="fr-CA"/>
        </w:rPr>
        <w:t>100</w:t>
      </w:r>
      <w:r w:rsidR="00416F28" w:rsidRPr="00467809">
        <w:rPr>
          <w:rFonts w:ascii="Arial" w:hAnsi="Arial" w:cs="Arial"/>
          <w:iCs/>
          <w:lang w:val="fr-CA"/>
        </w:rPr>
        <w:t xml:space="preserve">mm x </w:t>
      </w:r>
      <w:r w:rsidR="00C11C46" w:rsidRPr="00467809">
        <w:rPr>
          <w:rFonts w:ascii="Arial" w:hAnsi="Arial" w:cs="Arial"/>
          <w:iCs/>
          <w:lang w:val="fr-CA"/>
        </w:rPr>
        <w:t>1</w:t>
      </w:r>
      <w:r w:rsidR="005411C2" w:rsidRPr="00467809">
        <w:rPr>
          <w:rFonts w:ascii="Arial" w:hAnsi="Arial" w:cs="Arial"/>
          <w:iCs/>
          <w:lang w:val="fr-CA"/>
        </w:rPr>
        <w:t>35</w:t>
      </w:r>
      <w:r w:rsidR="009579AA" w:rsidRPr="00467809">
        <w:rPr>
          <w:rFonts w:ascii="Arial" w:hAnsi="Arial" w:cs="Arial"/>
          <w:iCs/>
          <w:lang w:val="fr-CA"/>
        </w:rPr>
        <w:t>mm x 6</w:t>
      </w:r>
      <w:r w:rsidR="005411C2" w:rsidRPr="00467809">
        <w:rPr>
          <w:rFonts w:ascii="Arial" w:hAnsi="Arial" w:cs="Arial"/>
          <w:iCs/>
          <w:lang w:val="fr-CA"/>
        </w:rPr>
        <w:t>6</w:t>
      </w:r>
      <w:r w:rsidRPr="00467809">
        <w:rPr>
          <w:rFonts w:ascii="Arial" w:hAnsi="Arial" w:cs="Arial"/>
          <w:iCs/>
          <w:lang w:val="fr-CA"/>
        </w:rPr>
        <w:t>mm</w:t>
      </w:r>
      <w:r w:rsidR="00E0775D" w:rsidRPr="00467809">
        <w:rPr>
          <w:rFonts w:ascii="Arial" w:hAnsi="Arial" w:cs="Arial"/>
          <w:iCs/>
          <w:lang w:val="fr-CA"/>
        </w:rPr>
        <w:t xml:space="preserve"> (</w:t>
      </w:r>
      <w:r w:rsidR="005411C2" w:rsidRPr="00467809">
        <w:rPr>
          <w:rFonts w:ascii="Arial" w:hAnsi="Arial" w:cs="Arial"/>
          <w:iCs/>
          <w:lang w:val="fr-CA"/>
        </w:rPr>
        <w:t>4</w:t>
      </w:r>
      <w:r w:rsidR="00416F28" w:rsidRPr="00467809">
        <w:rPr>
          <w:rFonts w:ascii="Arial" w:hAnsi="Arial" w:cs="Arial"/>
          <w:iCs/>
          <w:lang w:val="fr-CA"/>
        </w:rPr>
        <w:t xml:space="preserve">” x </w:t>
      </w:r>
      <w:r w:rsidR="005411C2" w:rsidRPr="00467809">
        <w:rPr>
          <w:rFonts w:ascii="Arial" w:hAnsi="Arial" w:cs="Arial"/>
          <w:iCs/>
          <w:lang w:val="fr-CA"/>
        </w:rPr>
        <w:t>5</w:t>
      </w:r>
      <w:r w:rsidR="004F2B35" w:rsidRPr="00467809">
        <w:rPr>
          <w:rFonts w:ascii="Arial" w:hAnsi="Arial" w:cs="Arial"/>
          <w:iCs/>
          <w:lang w:val="fr-CA"/>
        </w:rPr>
        <w:t xml:space="preserve">” x </w:t>
      </w:r>
      <w:r w:rsidR="005411C2" w:rsidRPr="00467809">
        <w:rPr>
          <w:rFonts w:ascii="Arial" w:hAnsi="Arial" w:cs="Arial"/>
          <w:iCs/>
          <w:lang w:val="fr-CA"/>
        </w:rPr>
        <w:t>2.5</w:t>
      </w:r>
      <w:r w:rsidR="00E0775D" w:rsidRPr="00467809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467809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 </w:t>
      </w:r>
    </w:p>
    <w:p w14:paraId="1EB9D46D" w14:textId="77777777" w:rsidR="00351149" w:rsidRDefault="00351149" w:rsidP="00351149">
      <w:pPr>
        <w:pStyle w:val="ListParagraph"/>
        <w:rPr>
          <w:rFonts w:ascii="Arial" w:hAnsi="Arial" w:cs="Arial"/>
          <w:iCs/>
          <w:lang w:val="fr-CA"/>
        </w:rPr>
      </w:pPr>
    </w:p>
    <w:p w14:paraId="145F151E" w14:textId="77777777" w:rsidR="00351149" w:rsidRPr="00351149" w:rsidRDefault="00351149" w:rsidP="00351149">
      <w:pPr>
        <w:ind w:left="1800"/>
        <w:rPr>
          <w:rFonts w:ascii="Arial" w:hAnsi="Arial" w:cs="Arial"/>
          <w:iCs/>
          <w:lang w:val="fr-CA"/>
        </w:rPr>
      </w:pPr>
    </w:p>
    <w:p w14:paraId="2E34F5F4" w14:textId="6187D371" w:rsidR="0002564A" w:rsidRPr="00093A5D" w:rsidRDefault="00E02678" w:rsidP="00093A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93A5D">
        <w:rPr>
          <w:rFonts w:ascii="Univers" w:hAnsi="Univers" w:cs="Univers"/>
          <w:lang w:val="en-CA"/>
        </w:rPr>
        <w:t xml:space="preserve">The </w:t>
      </w:r>
      <w:r w:rsidR="00093A5D">
        <w:rPr>
          <w:rFonts w:ascii="Univers" w:hAnsi="Univers" w:cs="Univers"/>
          <w:lang w:val="en-CA"/>
        </w:rPr>
        <w:t>Hybrid</w:t>
      </w:r>
      <w:r w:rsidR="00B23E54" w:rsidRPr="00093A5D">
        <w:rPr>
          <w:rFonts w:ascii="Univers" w:hAnsi="Univers" w:cs="Univers"/>
          <w:lang w:val="en-CA"/>
        </w:rPr>
        <w:t xml:space="preserve"> </w:t>
      </w:r>
      <w:r w:rsidRPr="00093A5D">
        <w:rPr>
          <w:rFonts w:ascii="Univers" w:hAnsi="Univers" w:cs="Univers"/>
          <w:lang w:val="en-CA"/>
        </w:rPr>
        <w:t>illuminator shall be covered by a manufacturer’s warranty of 5 years</w:t>
      </w:r>
      <w:r w:rsidR="00BE01DF" w:rsidRPr="00093A5D">
        <w:rPr>
          <w:rFonts w:ascii="Univers" w:hAnsi="Univers" w:cs="Univers"/>
          <w:lang w:val="en-CA"/>
        </w:rPr>
        <w:t>.</w:t>
      </w:r>
    </w:p>
    <w:p w14:paraId="40CC4D82" w14:textId="77777777" w:rsidR="0002564A" w:rsidRPr="00467809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113A3D" w:rsidR="0002564A" w:rsidRPr="00467809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Univers" w:hAnsi="Univers" w:cs="Univers"/>
          <w:lang w:val="en-CA"/>
        </w:rPr>
        <w:t>The</w:t>
      </w:r>
      <w:r w:rsidR="00B23E54" w:rsidRPr="00467809">
        <w:rPr>
          <w:rFonts w:ascii="Univers" w:hAnsi="Univers" w:cs="Univers"/>
          <w:lang w:val="en-CA"/>
        </w:rPr>
        <w:t xml:space="preserve"> </w:t>
      </w:r>
      <w:r w:rsidR="00093A5D">
        <w:rPr>
          <w:rFonts w:ascii="Univers" w:hAnsi="Univers" w:cs="Univers"/>
          <w:lang w:val="en-CA"/>
        </w:rPr>
        <w:t>Hybrid</w:t>
      </w:r>
      <w:r w:rsidRPr="00467809">
        <w:rPr>
          <w:rFonts w:ascii="Univers" w:hAnsi="Univers" w:cs="Univers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467809" w:rsidRDefault="00961A18" w:rsidP="00961A18">
      <w:pPr>
        <w:rPr>
          <w:rFonts w:ascii="Univers" w:hAnsi="Univers" w:cs="Univers"/>
          <w:lang w:val="en-CA"/>
        </w:rPr>
      </w:pPr>
    </w:p>
    <w:p w14:paraId="3819F175" w14:textId="16F6593D" w:rsidR="00961A18" w:rsidRPr="00467809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Univers" w:hAnsi="Univers" w:cs="Univers"/>
          <w:lang w:val="en-CA"/>
        </w:rPr>
        <w:t xml:space="preserve">The </w:t>
      </w:r>
      <w:r w:rsidR="00093A5D">
        <w:rPr>
          <w:rFonts w:ascii="Univers" w:hAnsi="Univers" w:cs="Univers"/>
          <w:lang w:val="en-CA"/>
        </w:rPr>
        <w:t>Hybrid</w:t>
      </w:r>
      <w:r w:rsidR="00B23E54" w:rsidRPr="00467809">
        <w:rPr>
          <w:rFonts w:ascii="Univers" w:hAnsi="Univers" w:cs="Univers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467809" w:rsidRDefault="00EF35E9" w:rsidP="00BE01DF">
      <w:pPr>
        <w:rPr>
          <w:rFonts w:ascii="Univers" w:hAnsi="Univers" w:cs="Univers"/>
          <w:lang w:val="en-CA"/>
        </w:rPr>
      </w:pPr>
    </w:p>
    <w:p w14:paraId="2008E777" w14:textId="68250E0C" w:rsidR="001A6916" w:rsidRPr="00467809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093A5D">
        <w:rPr>
          <w:rFonts w:ascii="Arial" w:hAnsi="Arial" w:cs="Arial"/>
          <w:lang w:val="en-CA"/>
        </w:rPr>
        <w:t>Hybrid</w:t>
      </w:r>
      <w:r w:rsidR="00B23E54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be the </w:t>
      </w:r>
      <w:r w:rsidR="00093A5D">
        <w:rPr>
          <w:rFonts w:ascii="Arial" w:hAnsi="Arial" w:cs="Arial"/>
          <w:lang w:val="en-CA"/>
        </w:rPr>
        <w:t>VAR2-hy6-1</w:t>
      </w:r>
      <w:r w:rsidR="00244C56">
        <w:rPr>
          <w:rFonts w:ascii="Arial" w:hAnsi="Arial" w:cs="Arial"/>
          <w:lang w:val="en-CA"/>
        </w:rPr>
        <w:t xml:space="preserve">(for 850nm models) or </w:t>
      </w:r>
      <w:r w:rsidR="00093A5D">
        <w:rPr>
          <w:rFonts w:ascii="Arial" w:hAnsi="Arial" w:cs="Arial"/>
          <w:lang w:val="en-CA"/>
        </w:rPr>
        <w:t>VAR2-hy6-1-</w:t>
      </w:r>
      <w:proofErr w:type="gramStart"/>
      <w:r w:rsidR="00093A5D">
        <w:rPr>
          <w:rFonts w:ascii="Arial" w:hAnsi="Arial" w:cs="Arial"/>
          <w:lang w:val="en-CA"/>
        </w:rPr>
        <w:t>C</w:t>
      </w:r>
      <w:r w:rsidR="00244C56">
        <w:rPr>
          <w:rFonts w:ascii="Arial" w:hAnsi="Arial" w:cs="Arial"/>
          <w:lang w:val="en-CA"/>
        </w:rPr>
        <w:t>(</w:t>
      </w:r>
      <w:proofErr w:type="gramEnd"/>
      <w:r w:rsidR="00244C56">
        <w:rPr>
          <w:rFonts w:ascii="Arial" w:hAnsi="Arial" w:cs="Arial"/>
          <w:lang w:val="en-CA"/>
        </w:rPr>
        <w:t>for 940nm models)</w:t>
      </w:r>
      <w:r w:rsidR="001B479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>manufactured</w:t>
      </w:r>
      <w:r w:rsidR="0002564A" w:rsidRPr="00467809">
        <w:rPr>
          <w:rFonts w:ascii="Univers" w:hAnsi="Univers" w:cs="Univers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>by Raytec or an approved equivalent.</w:t>
      </w:r>
      <w:r w:rsidR="00C60F7B" w:rsidRPr="00467809">
        <w:rPr>
          <w:rFonts w:ascii="Univers" w:hAnsi="Univers" w:cs="Univers"/>
          <w:lang w:val="en-CA"/>
        </w:rPr>
        <w:t xml:space="preserve"> </w:t>
      </w:r>
    </w:p>
    <w:sectPr w:rsidR="001A6916" w:rsidRPr="00467809" w:rsidSect="005636EE">
      <w:headerReference w:type="default" r:id="rId11"/>
      <w:footerReference w:type="default" r:id="rId12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ony Hunter" w:date="2019-01-10T14:54:00Z" w:initials="TH">
    <w:p w14:paraId="3AEB6B3C" w14:textId="345DDB40" w:rsidR="00903713" w:rsidRDefault="00903713">
      <w:pPr>
        <w:pStyle w:val="CommentText"/>
      </w:pPr>
      <w:r>
        <w:rPr>
          <w:rStyle w:val="CommentReference"/>
        </w:rPr>
        <w:annotationRef/>
      </w:r>
      <w:r>
        <w:t>Continuity – datasheet says 21 Watts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EB6B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EB6B3C" w16cid:durableId="1FE1DB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2E6FF" w14:textId="77777777" w:rsidR="00D961DB" w:rsidRDefault="00D961DB">
      <w:r>
        <w:separator/>
      </w:r>
    </w:p>
  </w:endnote>
  <w:endnote w:type="continuationSeparator" w:id="0">
    <w:p w14:paraId="4F390ACC" w14:textId="77777777" w:rsidR="00D961DB" w:rsidRDefault="00D9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3E376" w14:textId="3B302B77" w:rsidR="00F24CD4" w:rsidRPr="00961A18" w:rsidRDefault="00F24CD4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</w:t>
    </w:r>
    <w:r w:rsidR="00093A5D">
      <w:rPr>
        <w:rFonts w:ascii="Arial" w:hAnsi="Arial" w:cs="Arial"/>
        <w:sz w:val="16"/>
        <w:szCs w:val="16"/>
      </w:rPr>
      <w:t>ul</w:t>
    </w:r>
    <w:r w:rsidRPr="00961A18">
      <w:rPr>
        <w:rFonts w:ascii="Arial" w:hAnsi="Arial" w:cs="Arial"/>
        <w:sz w:val="16"/>
        <w:szCs w:val="16"/>
      </w:rPr>
      <w:t xml:space="preserve"> 201</w:t>
    </w:r>
    <w:r w:rsidR="00093A5D">
      <w:rPr>
        <w:rFonts w:ascii="Arial" w:hAnsi="Arial" w:cs="Arial"/>
        <w:sz w:val="16"/>
        <w:szCs w:val="16"/>
      </w:rPr>
      <w:t>8</w:t>
    </w:r>
    <w:r w:rsidRPr="00961A18">
      <w:rPr>
        <w:rFonts w:ascii="Arial" w:hAnsi="Arial" w:cs="Arial"/>
        <w:sz w:val="16"/>
        <w:szCs w:val="16"/>
      </w:rPr>
      <w:t xml:space="preserve">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4065" w14:textId="77777777" w:rsidR="00D961DB" w:rsidRDefault="00D961DB">
      <w:r>
        <w:separator/>
      </w:r>
    </w:p>
  </w:footnote>
  <w:footnote w:type="continuationSeparator" w:id="0">
    <w:p w14:paraId="4F81EB5D" w14:textId="77777777" w:rsidR="00D961DB" w:rsidRDefault="00D96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6B518338" w:rsidR="00F24CD4" w:rsidRPr="00467809" w:rsidRDefault="0002093B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VAR2-hy6-1 Medium Range Hybrid Illuminator</w:t>
          </w:r>
        </w:p>
        <w:p w14:paraId="75B7B7F4" w14:textId="77777777" w:rsidR="0023358D" w:rsidRDefault="0002093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14m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to </w:t>
          </w:r>
          <w:r>
            <w:rPr>
              <w:rFonts w:ascii="Arial" w:hAnsi="Arial" w:cs="Arial"/>
              <w:sz w:val="24"/>
              <w:szCs w:val="28"/>
              <w:lang w:val="en-CA"/>
            </w:rPr>
            <w:t>88m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(</w:t>
          </w:r>
          <w:r>
            <w:rPr>
              <w:rFonts w:ascii="Arial" w:hAnsi="Arial" w:cs="Arial"/>
              <w:sz w:val="24"/>
              <w:szCs w:val="28"/>
              <w:lang w:val="en-CA"/>
            </w:rPr>
            <w:t>46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289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White-Light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</w:t>
          </w:r>
          <w:r w:rsidR="0023358D" w:rsidRPr="0023358D">
            <w:rPr>
              <w:rFonts w:ascii="Arial" w:hAnsi="Arial" w:cs="Arial"/>
              <w:sz w:val="24"/>
              <w:szCs w:val="28"/>
              <w:lang w:val="en-CA"/>
            </w:rPr>
            <w:t>llumination distance</w:t>
          </w:r>
        </w:p>
        <w:p w14:paraId="4B226F07" w14:textId="43674E2C" w:rsidR="00F24CD4" w:rsidRPr="00467809" w:rsidRDefault="0002093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 xml:space="preserve">27m to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180m (89ft to 591ft)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Infra-Red illumination distance</w:t>
          </w:r>
        </w:p>
        <w:p w14:paraId="030A3C9C" w14:textId="3123FE3F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26B2EC78"/>
    <w:lvl w:ilvl="0" w:tplc="0409000F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ny Hunter">
    <w15:presenceInfo w15:providerId="AD" w15:userId="S-1-5-21-1027227271-572084561-3296096904-1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093B"/>
    <w:rsid w:val="00022499"/>
    <w:rsid w:val="0002564A"/>
    <w:rsid w:val="000469F9"/>
    <w:rsid w:val="00093224"/>
    <w:rsid w:val="00093A5D"/>
    <w:rsid w:val="0009408E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506F9"/>
    <w:rsid w:val="00167913"/>
    <w:rsid w:val="00183C44"/>
    <w:rsid w:val="001900B2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358D"/>
    <w:rsid w:val="00234887"/>
    <w:rsid w:val="00244C56"/>
    <w:rsid w:val="00247C71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27810"/>
    <w:rsid w:val="00335273"/>
    <w:rsid w:val="00351149"/>
    <w:rsid w:val="00351A8F"/>
    <w:rsid w:val="0037739B"/>
    <w:rsid w:val="0038299C"/>
    <w:rsid w:val="00385DEF"/>
    <w:rsid w:val="003A2D07"/>
    <w:rsid w:val="003A4182"/>
    <w:rsid w:val="003C618D"/>
    <w:rsid w:val="003C6571"/>
    <w:rsid w:val="003C6984"/>
    <w:rsid w:val="003F7E39"/>
    <w:rsid w:val="00407DE7"/>
    <w:rsid w:val="00410798"/>
    <w:rsid w:val="00416F28"/>
    <w:rsid w:val="004350AD"/>
    <w:rsid w:val="004530B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07B9"/>
    <w:rsid w:val="00742FC1"/>
    <w:rsid w:val="00744EBF"/>
    <w:rsid w:val="00744F9B"/>
    <w:rsid w:val="007452FA"/>
    <w:rsid w:val="007547C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03713"/>
    <w:rsid w:val="0091414E"/>
    <w:rsid w:val="009222D2"/>
    <w:rsid w:val="009261DB"/>
    <w:rsid w:val="00943DC9"/>
    <w:rsid w:val="00947AAF"/>
    <w:rsid w:val="00947F90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AF3A92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3B75"/>
    <w:rsid w:val="00BF5AFB"/>
    <w:rsid w:val="00C06C5D"/>
    <w:rsid w:val="00C11C46"/>
    <w:rsid w:val="00C167D8"/>
    <w:rsid w:val="00C56C34"/>
    <w:rsid w:val="00C60F7B"/>
    <w:rsid w:val="00C92FE9"/>
    <w:rsid w:val="00C94C9D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961DB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233CC"/>
    <w:rsid w:val="00E30E94"/>
    <w:rsid w:val="00E34DDC"/>
    <w:rsid w:val="00E447C8"/>
    <w:rsid w:val="00E61770"/>
    <w:rsid w:val="00E63377"/>
    <w:rsid w:val="00E64775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63693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3DBC08"/>
  <w15:docId w15:val="{8E36E8D2-69A7-4167-A4EE-8C7FE786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4923F-0CF1-43E9-9F98-D8CB6802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SPEC.dot</Template>
  <TotalTime>7</TotalTime>
  <Pages>3</Pages>
  <Words>654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Amy Johnson</cp:lastModifiedBy>
  <cp:revision>4</cp:revision>
  <cp:lastPrinted>2012-04-06T14:26:00Z</cp:lastPrinted>
  <dcterms:created xsi:type="dcterms:W3CDTF">2019-01-10T14:51:00Z</dcterms:created>
  <dcterms:modified xsi:type="dcterms:W3CDTF">2019-01-22T12:50:00Z</dcterms:modified>
</cp:coreProperties>
</file>